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C6C68ED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3A0EBD" w:rsidRPr="005B7B40">
        <w:rPr>
          <w:rStyle w:val="Strong"/>
          <w:rFonts w:asciiTheme="minorHAnsi" w:hAnsiTheme="minorHAnsi" w:cstheme="minorHAnsi"/>
          <w:highlight w:val="yellow"/>
          <w:lang w:val="en-GB"/>
        </w:rPr>
        <w:t>22-W00</w:t>
      </w:r>
      <w:r w:rsidR="00BC5BB1">
        <w:rPr>
          <w:rStyle w:val="Strong"/>
          <w:rFonts w:asciiTheme="minorHAnsi" w:hAnsiTheme="minorHAnsi" w:cstheme="minorHAnsi"/>
          <w:highlight w:val="yellow"/>
          <w:lang w:val="en-GB"/>
        </w:rPr>
        <w:t>5</w:t>
      </w:r>
      <w:r w:rsidR="003A0EBD" w:rsidRPr="005B7B40">
        <w:rPr>
          <w:rStyle w:val="Strong"/>
          <w:rFonts w:asciiTheme="minorHAnsi" w:hAnsiTheme="minorHAnsi" w:cstheme="minorHAnsi"/>
          <w:highlight w:val="yellow"/>
          <w:lang w:val="en-GB"/>
        </w:rPr>
        <w:t>-2</w:t>
      </w:r>
      <w:r w:rsidR="00793224" w:rsidRPr="005B7B40">
        <w:rPr>
          <w:rStyle w:val="Strong"/>
          <w:rFonts w:asciiTheme="minorHAnsi" w:hAnsiTheme="minorHAnsi" w:cstheme="minorHAnsi"/>
          <w:highlight w:val="yellow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5C325A7B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BB4FDB">
        <w:rPr>
          <w:rFonts w:ascii="Calibri" w:hAnsi="Calibri" w:cs="Calibri"/>
        </w:rPr>
        <w:t xml:space="preserve">posted on the </w:t>
      </w:r>
      <w:r w:rsidR="00116A20" w:rsidRPr="00BB4FDB">
        <w:rPr>
          <w:rFonts w:ascii="Calibri" w:hAnsi="Calibri" w:cs="Calibri"/>
        </w:rPr>
        <w:t xml:space="preserve">Kiribati Public Procurement </w:t>
      </w:r>
      <w:r w:rsidR="00BB4FDB" w:rsidRPr="00BB4FDB">
        <w:rPr>
          <w:rFonts w:ascii="Calibri" w:hAnsi="Calibri" w:cs="Calibri"/>
        </w:rPr>
        <w:t>Web Portal</w:t>
      </w:r>
      <w:r w:rsidRPr="00BB4FDB">
        <w:rPr>
          <w:rFonts w:ascii="Calibri" w:hAnsi="Calibri" w:cs="Calibri"/>
        </w:rPr>
        <w:t xml:space="preserve"> (</w:t>
      </w:r>
      <w:r w:rsidR="005D47B8" w:rsidRPr="00BB4FDB">
        <w:rPr>
          <w:rStyle w:val="Hyperlink"/>
          <w:rFonts w:ascii="Calibri" w:hAnsi="Calibri" w:cs="Calibri"/>
          <w:lang w:val="en-GB"/>
        </w:rPr>
        <w:t>www.procurement.gov.ki/opentender</w:t>
      </w:r>
      <w:r w:rsidRPr="00BB4FDB">
        <w:rPr>
          <w:rFonts w:ascii="Calibri" w:hAnsi="Calibri" w:cs="Calibri"/>
        </w:rPr>
        <w:t xml:space="preserve">) </w:t>
      </w:r>
      <w:r w:rsidRPr="00BB4FDB">
        <w:rPr>
          <w:rFonts w:ascii="Calibri" w:hAnsi="Calibri" w:cs="Calibri"/>
          <w:u w:val="single"/>
        </w:rPr>
        <w:t>or</w:t>
      </w:r>
      <w:r w:rsidRPr="00BB4FDB">
        <w:rPr>
          <w:rFonts w:ascii="Calibri" w:hAnsi="Calibri" w:cs="Calibri"/>
        </w:rPr>
        <w:t xml:space="preserve"> sent directly </w:t>
      </w:r>
      <w:r w:rsidR="00C15299" w:rsidRPr="00BB4FDB">
        <w:rPr>
          <w:rFonts w:ascii="Calibri" w:hAnsi="Calibri" w:cs="Calibri"/>
        </w:rPr>
        <w:t xml:space="preserve">to </w:t>
      </w:r>
      <w:r w:rsidRPr="00BB4FD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BB4FDB">
        <w:rPr>
          <w:rFonts w:ascii="Calibri" w:hAnsi="Calibri" w:cs="Calibri"/>
        </w:rPr>
        <w:t>6</w:t>
      </w:r>
      <w:r w:rsidRPr="00BB4FDB">
        <w:rPr>
          <w:rFonts w:ascii="Calibri" w:hAnsi="Calibri" w:cs="Calibri"/>
        </w:rPr>
        <w:t>-1</w:t>
      </w:r>
      <w:r w:rsidR="00B0293A" w:rsidRPr="00BB4FDB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2FD6CF3" w:rsidR="00B0293A" w:rsidRPr="00532E97" w:rsidRDefault="00BC5BB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06/06/2024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2E4E5BF" w:rsidR="00B0293A" w:rsidRPr="00B0293A" w:rsidRDefault="00BC5BB1" w:rsidP="001F2052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20/06/2024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55DB17F" w:rsidR="00B0293A" w:rsidRPr="00532E97" w:rsidRDefault="00BC5BB1" w:rsidP="001F205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04/07/2024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D0C0AF8" w:rsidR="00B0293A" w:rsidRPr="000213A1" w:rsidRDefault="00BC5BB1" w:rsidP="003A0E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22/07/2024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F4F4256" w:rsidR="00B0293A" w:rsidRPr="00532E97" w:rsidRDefault="00BC5BB1" w:rsidP="009D20C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24/07/2024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B3A646E" w:rsidR="00B0293A" w:rsidRPr="00532E97" w:rsidRDefault="00BC5B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31/07/2024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F22320A" w:rsidR="00B0293A" w:rsidRPr="00532E97" w:rsidRDefault="00BC5B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14/08/20274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D79A89E" w:rsidR="00B0293A" w:rsidRPr="00532E97" w:rsidRDefault="00BC5BB1" w:rsidP="009D20C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15/08/2024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428FA43" w:rsidR="00B0293A" w:rsidRPr="00532E97" w:rsidRDefault="00BC5B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16/08/2024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6237DABE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846D57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06625" w14:textId="77777777" w:rsidR="00262E01" w:rsidRDefault="00262E01">
      <w:r>
        <w:separator/>
      </w:r>
    </w:p>
  </w:endnote>
  <w:endnote w:type="continuationSeparator" w:id="0">
    <w:p w14:paraId="3D306516" w14:textId="77777777" w:rsidR="00262E01" w:rsidRDefault="00262E01">
      <w:r>
        <w:continuationSeparator/>
      </w:r>
    </w:p>
  </w:endnote>
  <w:endnote w:type="continuationNotice" w:id="1">
    <w:p w14:paraId="7512E6D1" w14:textId="77777777" w:rsidR="00262E01" w:rsidRDefault="00262E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63F911A9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D20C4" w:rsidRPr="009D20C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D20C4" w:rsidRPr="009D20C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162FF9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C5BB1">
      <w:rPr>
        <w:noProof/>
      </w:rPr>
      <w:t>2024-06-05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F2220" w14:textId="77777777" w:rsidR="00262E01" w:rsidRDefault="00262E01">
      <w:r>
        <w:separator/>
      </w:r>
    </w:p>
  </w:footnote>
  <w:footnote w:type="continuationSeparator" w:id="0">
    <w:p w14:paraId="64715A74" w14:textId="77777777" w:rsidR="00262E01" w:rsidRDefault="00262E01">
      <w:r>
        <w:continuationSeparator/>
      </w:r>
    </w:p>
  </w:footnote>
  <w:footnote w:type="continuationNotice" w:id="1">
    <w:p w14:paraId="28A016F9" w14:textId="77777777" w:rsidR="00262E01" w:rsidRDefault="00262E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FBD4A5A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793224">
      <w:rPr>
        <w:rStyle w:val="Strong"/>
        <w:rFonts w:asciiTheme="minorHAnsi" w:hAnsiTheme="minorHAnsi" w:cstheme="minorHAnsi"/>
        <w:lang w:val="en-GB"/>
      </w:rPr>
      <w:t>22-W00</w:t>
    </w:r>
    <w:r w:rsidR="00BC5BB1">
      <w:rPr>
        <w:rStyle w:val="Strong"/>
        <w:rFonts w:asciiTheme="minorHAnsi" w:hAnsiTheme="minorHAnsi" w:cstheme="minorHAnsi"/>
        <w:lang w:val="en-GB"/>
      </w:rPr>
      <w:t>5</w:t>
    </w:r>
    <w:r w:rsidR="00793224">
      <w:rPr>
        <w:rStyle w:val="Strong"/>
        <w:rFonts w:asciiTheme="minorHAnsi" w:hAnsiTheme="minorHAnsi" w:cstheme="minorHAnsi"/>
        <w:lang w:val="en-GB"/>
      </w:rPr>
      <w:t>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124965">
    <w:abstractNumId w:val="1"/>
  </w:num>
  <w:num w:numId="2" w16cid:durableId="599023015">
    <w:abstractNumId w:val="10"/>
  </w:num>
  <w:num w:numId="3" w16cid:durableId="2117628580">
    <w:abstractNumId w:val="11"/>
  </w:num>
  <w:num w:numId="4" w16cid:durableId="2167611">
    <w:abstractNumId w:val="4"/>
  </w:num>
  <w:num w:numId="5" w16cid:durableId="1676303853">
    <w:abstractNumId w:val="3"/>
  </w:num>
  <w:num w:numId="6" w16cid:durableId="1496531758">
    <w:abstractNumId w:val="7"/>
  </w:num>
  <w:num w:numId="7" w16cid:durableId="739443137">
    <w:abstractNumId w:val="5"/>
  </w:num>
  <w:num w:numId="8" w16cid:durableId="2129398236">
    <w:abstractNumId w:val="9"/>
  </w:num>
  <w:num w:numId="9" w16cid:durableId="1131286191">
    <w:abstractNumId w:val="0"/>
  </w:num>
  <w:num w:numId="10" w16cid:durableId="2032291865">
    <w:abstractNumId w:val="8"/>
  </w:num>
  <w:num w:numId="11" w16cid:durableId="2145613110">
    <w:abstractNumId w:val="2"/>
  </w:num>
  <w:num w:numId="12" w16cid:durableId="153677495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4F03"/>
    <w:rsid w:val="000064BE"/>
    <w:rsid w:val="000067C4"/>
    <w:rsid w:val="000069FF"/>
    <w:rsid w:val="00007333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13A1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B46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752"/>
    <w:rsid w:val="000B1C2E"/>
    <w:rsid w:val="000B1E78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5B77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6A34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2C62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052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B7B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0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451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9AA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3E12"/>
    <w:rsid w:val="0036480C"/>
    <w:rsid w:val="00364962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0EBD"/>
    <w:rsid w:val="003A3A02"/>
    <w:rsid w:val="003A4568"/>
    <w:rsid w:val="003A4940"/>
    <w:rsid w:val="003A4CE4"/>
    <w:rsid w:val="003A53B1"/>
    <w:rsid w:val="003A785D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4B6D"/>
    <w:rsid w:val="00405E18"/>
    <w:rsid w:val="00405E93"/>
    <w:rsid w:val="004062F8"/>
    <w:rsid w:val="00411253"/>
    <w:rsid w:val="004130D1"/>
    <w:rsid w:val="0041311F"/>
    <w:rsid w:val="00414FA6"/>
    <w:rsid w:val="0041563F"/>
    <w:rsid w:val="004207A9"/>
    <w:rsid w:val="00421E32"/>
    <w:rsid w:val="00422078"/>
    <w:rsid w:val="0042253B"/>
    <w:rsid w:val="00422A63"/>
    <w:rsid w:val="004236D6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0E5A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549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492D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56E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679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470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B7B40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68CA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56E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25E5"/>
    <w:rsid w:val="00793224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7BF2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0FE6"/>
    <w:rsid w:val="007E2C32"/>
    <w:rsid w:val="007E3D18"/>
    <w:rsid w:val="007E4289"/>
    <w:rsid w:val="007E55B3"/>
    <w:rsid w:val="007E58F6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6D57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2F5D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385F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20C4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6B9"/>
    <w:rsid w:val="00A1365A"/>
    <w:rsid w:val="00A14AB6"/>
    <w:rsid w:val="00A15CE0"/>
    <w:rsid w:val="00A15CFF"/>
    <w:rsid w:val="00A15DDD"/>
    <w:rsid w:val="00A15E6D"/>
    <w:rsid w:val="00A15FEC"/>
    <w:rsid w:val="00A174AD"/>
    <w:rsid w:val="00A17C92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4FDB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5BB1"/>
    <w:rsid w:val="00BC68AC"/>
    <w:rsid w:val="00BD0C4F"/>
    <w:rsid w:val="00BD231C"/>
    <w:rsid w:val="00BE014E"/>
    <w:rsid w:val="00BE197B"/>
    <w:rsid w:val="00BE298B"/>
    <w:rsid w:val="00BE3498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33E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C2E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6950"/>
    <w:rsid w:val="00DA71FF"/>
    <w:rsid w:val="00DA798A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357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E68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43"/>
    <w:rsid w:val="00E80DF3"/>
    <w:rsid w:val="00E80E0A"/>
    <w:rsid w:val="00E86D44"/>
    <w:rsid w:val="00E90B42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2ED5"/>
    <w:rsid w:val="00EC401B"/>
    <w:rsid w:val="00EC51A1"/>
    <w:rsid w:val="00EC72C1"/>
    <w:rsid w:val="00ED10DE"/>
    <w:rsid w:val="00ED1288"/>
    <w:rsid w:val="00ED1708"/>
    <w:rsid w:val="00ED2AA0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1E1C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384979-30FF-4A40-B745-4ABFFD07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2013-10-18T08:32:00Z</cp:lastPrinted>
  <dcterms:created xsi:type="dcterms:W3CDTF">2024-06-05T04:52:00Z</dcterms:created>
  <dcterms:modified xsi:type="dcterms:W3CDTF">2024-06-05T04:52:00Z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